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D01FC6" w14:textId="77777777" w:rsidR="00116E13" w:rsidRDefault="00116E13" w:rsidP="00001E58">
      <w:pPr>
        <w:jc w:val="center"/>
        <w:rPr>
          <w:b/>
          <w:sz w:val="24"/>
        </w:rPr>
      </w:pPr>
    </w:p>
    <w:p w14:paraId="325FA8B3" w14:textId="77777777" w:rsidR="00116E13" w:rsidRDefault="00116E13" w:rsidP="00001E58">
      <w:pPr>
        <w:jc w:val="center"/>
        <w:rPr>
          <w:b/>
          <w:sz w:val="24"/>
        </w:rPr>
      </w:pPr>
    </w:p>
    <w:p w14:paraId="1AD7B698" w14:textId="77777777" w:rsidR="00BF0A63" w:rsidRDefault="00FF4658" w:rsidP="00BF0A63">
      <w:pPr>
        <w:jc w:val="center"/>
        <w:rPr>
          <w:b/>
          <w:sz w:val="24"/>
        </w:rPr>
      </w:pPr>
      <w:r>
        <w:rPr>
          <w:b/>
          <w:sz w:val="24"/>
        </w:rPr>
        <w:t>MÜÜGILEPING nr</w:t>
      </w:r>
      <w:r w:rsidR="000A17B6">
        <w:rPr>
          <w:b/>
          <w:sz w:val="24"/>
        </w:rPr>
        <w:t xml:space="preserve"> </w:t>
      </w:r>
      <w:r w:rsidR="000A17B6" w:rsidRPr="000A17B6">
        <w:rPr>
          <w:b/>
          <w:bCs/>
          <w:sz w:val="24"/>
        </w:rPr>
        <w:fldChar w:fldCharType="begin"/>
      </w:r>
      <w:r w:rsidR="000A17B6" w:rsidRPr="000A17B6">
        <w:rPr>
          <w:b/>
          <w:bCs/>
          <w:sz w:val="24"/>
        </w:rPr>
        <w:instrText xml:space="preserve"> MACROBUTTON  AcceptAllChangesInDoc [Sisesta number]</w:instrText>
      </w:r>
      <w:r w:rsidR="000A17B6" w:rsidRPr="000A17B6">
        <w:rPr>
          <w:b/>
          <w:sz w:val="24"/>
        </w:rPr>
        <w:fldChar w:fldCharType="end"/>
      </w:r>
    </w:p>
    <w:p w14:paraId="60849758" w14:textId="77777777" w:rsidR="00BF0A63" w:rsidRDefault="00BF0A63" w:rsidP="00BF0A63">
      <w:pPr>
        <w:jc w:val="center"/>
        <w:rPr>
          <w:b/>
          <w:sz w:val="24"/>
        </w:rPr>
      </w:pPr>
    </w:p>
    <w:p w14:paraId="59AEF8AA" w14:textId="77777777" w:rsidR="00BF0A63" w:rsidRPr="00BF0A63" w:rsidRDefault="00BF0A63" w:rsidP="00BF0A63">
      <w:pPr>
        <w:rPr>
          <w:b/>
          <w:sz w:val="24"/>
        </w:rPr>
      </w:pPr>
    </w:p>
    <w:p w14:paraId="2886689A" w14:textId="77777777" w:rsidR="00BF0A63" w:rsidRPr="00BF0A63" w:rsidRDefault="00BF0A63" w:rsidP="00BF0A63">
      <w:pPr>
        <w:jc w:val="right"/>
        <w:rPr>
          <w:sz w:val="24"/>
          <w:szCs w:val="24"/>
        </w:rPr>
      </w:pPr>
      <w:r w:rsidRPr="00BF0A63">
        <w:rPr>
          <w:sz w:val="24"/>
          <w:szCs w:val="24"/>
        </w:rPr>
        <w:t>(hiliseima digitaalallkirja kuupäev)</w:t>
      </w:r>
    </w:p>
    <w:p w14:paraId="4767A36D" w14:textId="77777777" w:rsidR="00BF0A63" w:rsidRPr="00BF0A63" w:rsidRDefault="00DF5269" w:rsidP="00BF0A63">
      <w:pPr>
        <w:tabs>
          <w:tab w:val="left" w:pos="6804"/>
        </w:tabs>
        <w:jc w:val="right"/>
        <w:rPr>
          <w:sz w:val="24"/>
          <w:szCs w:val="24"/>
        </w:rPr>
      </w:pPr>
      <w:sdt>
        <w:sdtPr>
          <w:rPr>
            <w:rFonts w:eastAsia="Calibri"/>
            <w:sz w:val="24"/>
            <w:szCs w:val="24"/>
          </w:rPr>
          <w:id w:val="300272534"/>
          <w:placeholder>
            <w:docPart w:val="EB222779A5F941FCB09B83C75B51A1B2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BF0A63" w:rsidRPr="00BF0A63">
            <w:rPr>
              <w:rFonts w:eastAsia="Calibri"/>
              <w:sz w:val="24"/>
              <w:szCs w:val="24"/>
            </w:rPr>
            <w:t>[Vali kuupäev]</w:t>
          </w:r>
        </w:sdtContent>
      </w:sdt>
    </w:p>
    <w:p w14:paraId="6DF57160" w14:textId="77777777" w:rsidR="00BF0A63" w:rsidRDefault="00BF0A63" w:rsidP="000A17B6">
      <w:pPr>
        <w:pStyle w:val="Kehatekst2"/>
        <w:jc w:val="both"/>
        <w:rPr>
          <w:szCs w:val="24"/>
        </w:rPr>
      </w:pPr>
    </w:p>
    <w:p w14:paraId="7C0B5579" w14:textId="77777777" w:rsidR="00BF0A63" w:rsidRDefault="00BF0A63" w:rsidP="000A17B6">
      <w:pPr>
        <w:pStyle w:val="Kehatekst2"/>
        <w:jc w:val="both"/>
        <w:rPr>
          <w:szCs w:val="24"/>
        </w:rPr>
      </w:pPr>
    </w:p>
    <w:p w14:paraId="59DB0ED9" w14:textId="77777777" w:rsidR="00BF0A63" w:rsidRDefault="000A17B6" w:rsidP="000A17B6">
      <w:pPr>
        <w:pStyle w:val="Kehatekst2"/>
        <w:jc w:val="both"/>
        <w:rPr>
          <w:rFonts w:eastAsia="Calibri"/>
        </w:rPr>
      </w:pPr>
      <w:r w:rsidRPr="0012352D">
        <w:rPr>
          <w:szCs w:val="24"/>
        </w:rPr>
        <w:fldChar w:fldCharType="begin"/>
      </w:r>
      <w:r w:rsidRPr="0012352D">
        <w:rPr>
          <w:szCs w:val="24"/>
        </w:rPr>
        <w:instrText xml:space="preserve"> MACRO</w:instrText>
      </w:r>
      <w:r>
        <w:rPr>
          <w:szCs w:val="24"/>
        </w:rPr>
        <w:instrText>BUTTON  AcceptAllChangesInDoc [Sisesta j</w:instrText>
      </w:r>
      <w:r w:rsidRPr="0012352D">
        <w:rPr>
          <w:szCs w:val="24"/>
        </w:rPr>
        <w:instrText>uriidilise</w:instrText>
      </w:r>
      <w:r>
        <w:rPr>
          <w:szCs w:val="24"/>
        </w:rPr>
        <w:instrText xml:space="preserve"> </w:instrText>
      </w:r>
      <w:r w:rsidRPr="0012352D">
        <w:rPr>
          <w:szCs w:val="24"/>
        </w:rPr>
        <w:instrText>isiku nimi]</w:instrText>
      </w:r>
      <w:r w:rsidRPr="0012352D">
        <w:rPr>
          <w:szCs w:val="24"/>
        </w:rPr>
        <w:fldChar w:fldCharType="end"/>
      </w:r>
      <w:r>
        <w:rPr>
          <w:szCs w:val="24"/>
        </w:rPr>
        <w:t xml:space="preserve">, </w:t>
      </w:r>
      <w:r w:rsidR="004002AC">
        <w:t xml:space="preserve">edaspidi </w:t>
      </w:r>
      <w:r w:rsidR="004002AC">
        <w:rPr>
          <w:b/>
          <w:bCs/>
        </w:rPr>
        <w:t>müüja,</w:t>
      </w:r>
      <w:r w:rsidR="004002AC">
        <w:t xml:space="preserve"> </w:t>
      </w:r>
      <w:r w:rsidR="00937F91" w:rsidRPr="005A1CA9">
        <w:rPr>
          <w:iCs/>
        </w:rPr>
        <w:t xml:space="preserve">keda esindab </w:t>
      </w:r>
      <w:sdt>
        <w:sdtPr>
          <w:tag w:val="Riigimetsa Majandamise Keskuse "/>
          <w:id w:val="219788717"/>
          <w:placeholder>
            <w:docPart w:val="AF5CD0390A084587974AFD763E7AF421"/>
          </w:placeholder>
          <w:comboBox>
            <w:listItem w:displayText="põhikirja" w:value="põhikirja"/>
            <w:listItem w:displayText="volikirja" w:value="volikirja"/>
          </w:comboBox>
        </w:sdtPr>
        <w:sdtEndPr/>
        <w:sdtContent>
          <w:r w:rsidR="00937F91">
            <w:t>[Vali sobiv]</w:t>
          </w:r>
        </w:sdtContent>
      </w:sdt>
      <w:r w:rsidR="00342061">
        <w:rPr>
          <w:iCs/>
        </w:rPr>
        <w:t xml:space="preserve"> </w:t>
      </w:r>
      <w:r w:rsidR="00937F91" w:rsidRPr="005A1CA9">
        <w:rPr>
          <w:iCs/>
        </w:rPr>
        <w:t xml:space="preserve">alusel </w:t>
      </w:r>
      <w:r w:rsidR="00937F91">
        <w:rPr>
          <w:rFonts w:eastAsia="Calibri"/>
        </w:rPr>
        <w:fldChar w:fldCharType="begin"/>
      </w:r>
      <w:r w:rsidR="00937F91">
        <w:rPr>
          <w:rFonts w:eastAsia="Calibri"/>
        </w:rPr>
        <w:instrText xml:space="preserve"> MACROBUTTON  AcceptAllChangesInDoc [Sisesta ametinimetus] </w:instrText>
      </w:r>
      <w:r w:rsidR="00937F91">
        <w:rPr>
          <w:rFonts w:eastAsia="Calibri"/>
        </w:rPr>
        <w:fldChar w:fldCharType="end"/>
      </w:r>
      <w:r w:rsidR="00937F91">
        <w:rPr>
          <w:rFonts w:eastAsia="Calibri"/>
        </w:rPr>
        <w:fldChar w:fldCharType="begin"/>
      </w:r>
      <w:r w:rsidR="00937F91">
        <w:rPr>
          <w:rFonts w:eastAsia="Calibri"/>
        </w:rPr>
        <w:instrText xml:space="preserve"> MACROBUTTON  AcceptAllChangesInDoc [Sisesta eesnimi ja perekonnanimi] </w:instrText>
      </w:r>
      <w:r w:rsidR="00937F91">
        <w:rPr>
          <w:rFonts w:eastAsia="Calibri"/>
        </w:rPr>
        <w:fldChar w:fldCharType="end"/>
      </w:r>
      <w:r w:rsidR="00937F91">
        <w:rPr>
          <w:rFonts w:eastAsia="Calibri"/>
        </w:rPr>
        <w:t>, ühelt poolt,</w:t>
      </w:r>
    </w:p>
    <w:p w14:paraId="43D57977" w14:textId="77777777" w:rsidR="00937F91" w:rsidRDefault="00937F91" w:rsidP="000A17B6">
      <w:pPr>
        <w:pStyle w:val="Kehatekst2"/>
        <w:jc w:val="both"/>
      </w:pPr>
    </w:p>
    <w:p w14:paraId="6FA1B3E0" w14:textId="77777777" w:rsidR="004002AC" w:rsidRDefault="00BF0A63" w:rsidP="000A17B6">
      <w:pPr>
        <w:pStyle w:val="Kehatekst2"/>
        <w:jc w:val="both"/>
      </w:pPr>
      <w:r>
        <w:rPr>
          <w:rFonts w:eastAsia="Calibri"/>
        </w:rPr>
        <w:fldChar w:fldCharType="begin"/>
      </w:r>
      <w:r>
        <w:rPr>
          <w:rFonts w:eastAsia="Calibri"/>
        </w:rPr>
        <w:instrText xml:space="preserve"> MACROBUTTON  AcceptAllChangesInDoc [Sisesta füüsilisest isikust ettevõtja nimi] </w:instrText>
      </w:r>
      <w:r>
        <w:rPr>
          <w:rFonts w:eastAsia="Calibri"/>
        </w:rPr>
        <w:fldChar w:fldCharType="end"/>
      </w:r>
      <w:r>
        <w:rPr>
          <w:rFonts w:eastAsia="Calibri"/>
        </w:rPr>
        <w:t>,</w:t>
      </w:r>
      <w:r w:rsidR="00BF6228">
        <w:rPr>
          <w:rFonts w:eastAsia="Calibri"/>
        </w:rPr>
        <w:t xml:space="preserve"> </w:t>
      </w:r>
      <w:r w:rsidR="004002AC" w:rsidRPr="004002AC">
        <w:t xml:space="preserve">edaspidi </w:t>
      </w:r>
      <w:r w:rsidR="004002AC" w:rsidRPr="004002AC">
        <w:rPr>
          <w:b/>
        </w:rPr>
        <w:t>müüja</w:t>
      </w:r>
      <w:r w:rsidR="004002AC">
        <w:rPr>
          <w:b/>
        </w:rPr>
        <w:t>,</w:t>
      </w:r>
      <w:r w:rsidR="004002AC">
        <w:t xml:space="preserve"> ühelt poolt,</w:t>
      </w:r>
    </w:p>
    <w:p w14:paraId="297E9CED" w14:textId="77777777" w:rsidR="00FF4658" w:rsidRDefault="00FF4658">
      <w:pPr>
        <w:jc w:val="both"/>
        <w:rPr>
          <w:sz w:val="24"/>
        </w:rPr>
      </w:pPr>
      <w:r>
        <w:rPr>
          <w:sz w:val="24"/>
        </w:rPr>
        <w:t xml:space="preserve"> </w:t>
      </w:r>
    </w:p>
    <w:p w14:paraId="7956F002" w14:textId="77777777" w:rsidR="00FF4658" w:rsidRPr="00C762F1" w:rsidRDefault="00BF0A63" w:rsidP="002522F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 </w:t>
      </w:r>
      <w:r w:rsidR="002522FF" w:rsidRPr="002522FF">
        <w:rPr>
          <w:sz w:val="24"/>
          <w:szCs w:val="24"/>
        </w:rPr>
        <w:t>Riigimetsa Majandamise Keskus,</w:t>
      </w:r>
      <w:r>
        <w:rPr>
          <w:sz w:val="24"/>
          <w:szCs w:val="24"/>
        </w:rPr>
        <w:t xml:space="preserve"> edaspidi</w:t>
      </w:r>
      <w:r>
        <w:rPr>
          <w:b/>
          <w:sz w:val="24"/>
          <w:szCs w:val="24"/>
        </w:rPr>
        <w:t xml:space="preserve"> ostja</w:t>
      </w:r>
      <w:r>
        <w:rPr>
          <w:sz w:val="24"/>
          <w:szCs w:val="24"/>
        </w:rPr>
        <w:t xml:space="preserve">, </w:t>
      </w:r>
      <w:r w:rsidR="002522FF" w:rsidRPr="002522FF">
        <w:rPr>
          <w:sz w:val="24"/>
          <w:szCs w:val="24"/>
        </w:rPr>
        <w:t>keda</w:t>
      </w:r>
      <w:r w:rsidR="00710A4D">
        <w:rPr>
          <w:sz w:val="24"/>
          <w:szCs w:val="24"/>
        </w:rPr>
        <w:t xml:space="preserve"> esindab RMK juhatuse </w:t>
      </w:r>
      <w:sdt>
        <w:sdtPr>
          <w:rPr>
            <w:rFonts w:eastAsia="Calibri"/>
            <w:sz w:val="24"/>
            <w:szCs w:val="24"/>
          </w:rPr>
          <w:id w:val="-397667913"/>
          <w:placeholder>
            <w:docPart w:val="4F6FCC7F66664AA19EC10D69B08C241A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0A17B6" w:rsidRPr="0012352D">
            <w:rPr>
              <w:rFonts w:eastAsia="Calibri"/>
              <w:sz w:val="24"/>
              <w:szCs w:val="24"/>
            </w:rPr>
            <w:t>[Vali kuupäev]</w:t>
          </w:r>
        </w:sdtContent>
      </w:sdt>
      <w:r w:rsidR="002522FF" w:rsidRPr="002522FF">
        <w:rPr>
          <w:sz w:val="24"/>
          <w:szCs w:val="24"/>
        </w:rPr>
        <w:t xml:space="preserve"> otsusega nr </w:t>
      </w:r>
      <w:r w:rsidR="000A17B6" w:rsidRPr="0012352D">
        <w:rPr>
          <w:sz w:val="24"/>
          <w:szCs w:val="24"/>
        </w:rPr>
        <w:fldChar w:fldCharType="begin"/>
      </w:r>
      <w:r w:rsidR="000A17B6" w:rsidRPr="0012352D">
        <w:rPr>
          <w:sz w:val="24"/>
          <w:szCs w:val="24"/>
        </w:rPr>
        <w:instrText xml:space="preserve"> MACROBUTTON  AcceptAllChangesInDoc [Sisesta number] </w:instrText>
      </w:r>
      <w:r w:rsidR="000A17B6" w:rsidRPr="0012352D">
        <w:rPr>
          <w:sz w:val="24"/>
          <w:szCs w:val="24"/>
        </w:rPr>
        <w:fldChar w:fldCharType="end"/>
      </w:r>
      <w:r w:rsidR="002522FF" w:rsidRPr="002522FF">
        <w:rPr>
          <w:sz w:val="24"/>
          <w:szCs w:val="24"/>
        </w:rPr>
        <w:t>kinnitatud RMK</w:t>
      </w:r>
      <w:r w:rsidR="000A17B6">
        <w:rPr>
          <w:sz w:val="24"/>
          <w:szCs w:val="24"/>
        </w:rPr>
        <w:t xml:space="preserve"> </w:t>
      </w:r>
      <w:r w:rsidR="000A17B6" w:rsidRPr="0012352D">
        <w:rPr>
          <w:sz w:val="24"/>
          <w:szCs w:val="24"/>
        </w:rPr>
        <w:fldChar w:fldCharType="begin"/>
      </w:r>
      <w:r w:rsidR="000A17B6" w:rsidRPr="0012352D">
        <w:rPr>
          <w:sz w:val="24"/>
          <w:szCs w:val="24"/>
        </w:rPr>
        <w:instrText xml:space="preserve"> MACROBUTTON  AcceptA</w:instrText>
      </w:r>
      <w:r w:rsidR="000A17B6">
        <w:rPr>
          <w:sz w:val="24"/>
          <w:szCs w:val="24"/>
        </w:rPr>
        <w:instrText>llChangesInDoc [Sisesta struktuurüksuse nimi]</w:instrText>
      </w:r>
      <w:r w:rsidR="000A17B6" w:rsidRPr="0012352D">
        <w:rPr>
          <w:sz w:val="24"/>
          <w:szCs w:val="24"/>
        </w:rPr>
        <w:fldChar w:fldCharType="end"/>
      </w:r>
      <w:r w:rsidR="002522FF" w:rsidRPr="002522FF">
        <w:rPr>
          <w:sz w:val="24"/>
          <w:szCs w:val="24"/>
        </w:rPr>
        <w:t xml:space="preserve"> põhimääruse alusel</w:t>
      </w:r>
      <w:r w:rsidR="00C762F1">
        <w:rPr>
          <w:sz w:val="24"/>
          <w:szCs w:val="24"/>
        </w:rPr>
        <w:t xml:space="preserve"> </w:t>
      </w:r>
      <w:r w:rsidR="00C762F1" w:rsidRPr="00C762F1">
        <w:rPr>
          <w:rFonts w:eastAsia="Calibri"/>
          <w:sz w:val="24"/>
          <w:szCs w:val="24"/>
        </w:rPr>
        <w:fldChar w:fldCharType="begin"/>
      </w:r>
      <w:r w:rsidR="00C762F1" w:rsidRPr="00C762F1">
        <w:rPr>
          <w:rFonts w:eastAsia="Calibri"/>
          <w:sz w:val="24"/>
          <w:szCs w:val="24"/>
        </w:rPr>
        <w:instrText xml:space="preserve"> MACROBUTTON  AcceptAllChangesInDoc [Sisesta ametinimetus] </w:instrText>
      </w:r>
      <w:r w:rsidR="00C762F1" w:rsidRPr="00C762F1">
        <w:rPr>
          <w:rFonts w:eastAsia="Calibri"/>
          <w:sz w:val="24"/>
          <w:szCs w:val="24"/>
        </w:rPr>
        <w:fldChar w:fldCharType="end"/>
      </w:r>
      <w:r w:rsidR="00C762F1" w:rsidRPr="00C762F1">
        <w:rPr>
          <w:rFonts w:eastAsia="Calibri"/>
          <w:sz w:val="24"/>
          <w:szCs w:val="24"/>
        </w:rPr>
        <w:fldChar w:fldCharType="begin"/>
      </w:r>
      <w:r w:rsidR="00C762F1" w:rsidRPr="00C762F1">
        <w:rPr>
          <w:rFonts w:eastAsia="Calibri"/>
          <w:sz w:val="24"/>
          <w:szCs w:val="24"/>
        </w:rPr>
        <w:instrText xml:space="preserve"> MACROBUTTON  AcceptAllChangesInDoc [Sisesta eesnimi ja perekonnanimi] </w:instrText>
      </w:r>
      <w:r w:rsidR="00C762F1" w:rsidRPr="00C762F1">
        <w:rPr>
          <w:rFonts w:eastAsia="Calibri"/>
          <w:sz w:val="24"/>
          <w:szCs w:val="24"/>
        </w:rPr>
        <w:fldChar w:fldCharType="end"/>
      </w:r>
      <w:r w:rsidR="00FF4658" w:rsidRPr="00C762F1">
        <w:rPr>
          <w:sz w:val="24"/>
          <w:szCs w:val="24"/>
        </w:rPr>
        <w:t xml:space="preserve">, teiselt poolt </w:t>
      </w:r>
    </w:p>
    <w:p w14:paraId="17427A9C" w14:textId="77777777" w:rsidR="00BF0A63" w:rsidRPr="00C762F1" w:rsidRDefault="00BF0A63">
      <w:pPr>
        <w:jc w:val="both"/>
        <w:rPr>
          <w:sz w:val="24"/>
          <w:szCs w:val="24"/>
        </w:rPr>
      </w:pPr>
    </w:p>
    <w:p w14:paraId="6C666C24" w14:textId="77777777" w:rsidR="00FF4658" w:rsidRDefault="00FF4658">
      <w:pPr>
        <w:jc w:val="both"/>
        <w:rPr>
          <w:sz w:val="24"/>
          <w:szCs w:val="18"/>
        </w:rPr>
      </w:pPr>
      <w:r>
        <w:rPr>
          <w:sz w:val="24"/>
        </w:rPr>
        <w:t xml:space="preserve">keda nimetatakse edaspidi </w:t>
      </w:r>
      <w:r w:rsidR="000A17B6">
        <w:rPr>
          <w:b/>
          <w:bCs/>
          <w:sz w:val="24"/>
        </w:rPr>
        <w:t>p</w:t>
      </w:r>
      <w:r>
        <w:rPr>
          <w:b/>
          <w:bCs/>
          <w:sz w:val="24"/>
        </w:rPr>
        <w:t>ool</w:t>
      </w:r>
      <w:r>
        <w:rPr>
          <w:sz w:val="24"/>
        </w:rPr>
        <w:t xml:space="preserve"> või </w:t>
      </w:r>
      <w:r w:rsidR="00D73769">
        <w:rPr>
          <w:sz w:val="24"/>
        </w:rPr>
        <w:t>ühiselt</w:t>
      </w:r>
      <w:r>
        <w:rPr>
          <w:sz w:val="24"/>
        </w:rPr>
        <w:t xml:space="preserve"> </w:t>
      </w:r>
      <w:r w:rsidR="000A17B6">
        <w:rPr>
          <w:b/>
          <w:bCs/>
          <w:sz w:val="24"/>
        </w:rPr>
        <w:t>p</w:t>
      </w:r>
      <w:r>
        <w:rPr>
          <w:b/>
          <w:bCs/>
          <w:sz w:val="24"/>
        </w:rPr>
        <w:t>ool</w:t>
      </w:r>
      <w:r w:rsidR="00D73769">
        <w:rPr>
          <w:b/>
          <w:bCs/>
          <w:sz w:val="24"/>
        </w:rPr>
        <w:t>ed</w:t>
      </w:r>
      <w:r>
        <w:rPr>
          <w:sz w:val="24"/>
        </w:rPr>
        <w:t>,</w:t>
      </w:r>
    </w:p>
    <w:p w14:paraId="304F8722" w14:textId="77777777" w:rsidR="00FF4658" w:rsidRDefault="00FF4658">
      <w:pPr>
        <w:jc w:val="both"/>
        <w:rPr>
          <w:sz w:val="24"/>
        </w:rPr>
      </w:pPr>
    </w:p>
    <w:p w14:paraId="75FFE61C" w14:textId="4EB68575" w:rsidR="001A0A50" w:rsidRPr="000E0CFA" w:rsidRDefault="001A0A50" w:rsidP="00EF1282">
      <w:pPr>
        <w:jc w:val="both"/>
        <w:rPr>
          <w:sz w:val="24"/>
          <w:szCs w:val="24"/>
          <w:lang w:eastAsia="et-EE"/>
        </w:rPr>
      </w:pPr>
      <w:r w:rsidRPr="000E0CFA">
        <w:rPr>
          <w:sz w:val="24"/>
          <w:szCs w:val="24"/>
          <w:lang w:eastAsia="et-EE"/>
        </w:rPr>
        <w:t xml:space="preserve">sõlmisid käesoleva </w:t>
      </w:r>
      <w:r w:rsidR="00D73769">
        <w:rPr>
          <w:sz w:val="24"/>
          <w:szCs w:val="24"/>
          <w:lang w:eastAsia="et-EE"/>
        </w:rPr>
        <w:t>l</w:t>
      </w:r>
      <w:r w:rsidRPr="000E0CFA">
        <w:rPr>
          <w:sz w:val="24"/>
          <w:szCs w:val="24"/>
          <w:lang w:eastAsia="et-EE"/>
        </w:rPr>
        <w:t>epingu</w:t>
      </w:r>
      <w:r>
        <w:rPr>
          <w:sz w:val="24"/>
          <w:szCs w:val="24"/>
          <w:lang w:eastAsia="et-EE"/>
        </w:rPr>
        <w:t xml:space="preserve">, </w:t>
      </w:r>
      <w:r w:rsidRPr="000E0CFA">
        <w:rPr>
          <w:sz w:val="24"/>
          <w:szCs w:val="24"/>
          <w:lang w:eastAsia="et-EE"/>
        </w:rPr>
        <w:t xml:space="preserve">edaspidi </w:t>
      </w:r>
      <w:r w:rsidR="000A17B6">
        <w:rPr>
          <w:b/>
          <w:sz w:val="24"/>
          <w:szCs w:val="24"/>
          <w:lang w:eastAsia="et-EE"/>
        </w:rPr>
        <w:t>l</w:t>
      </w:r>
      <w:r w:rsidRPr="000E0CFA">
        <w:rPr>
          <w:b/>
          <w:sz w:val="24"/>
          <w:szCs w:val="24"/>
          <w:lang w:eastAsia="et-EE"/>
        </w:rPr>
        <w:t>eping</w:t>
      </w:r>
      <w:r w:rsidRPr="00A418BC">
        <w:rPr>
          <w:sz w:val="24"/>
          <w:szCs w:val="24"/>
          <w:lang w:eastAsia="et-EE"/>
        </w:rPr>
        <w:t>,</w:t>
      </w:r>
      <w:r w:rsidR="000A17B6">
        <w:rPr>
          <w:sz w:val="24"/>
          <w:szCs w:val="24"/>
          <w:lang w:eastAsia="et-EE"/>
        </w:rPr>
        <w:t xml:space="preserve"> </w:t>
      </w:r>
      <w:sdt>
        <w:sdtPr>
          <w:rPr>
            <w:sz w:val="24"/>
            <w:szCs w:val="24"/>
            <w:lang w:eastAsia="et-EE"/>
          </w:rPr>
          <w:tag w:val="Riigimetsa Majandamise Keskuse "/>
          <w:id w:val="399262433"/>
          <w:placeholder>
            <w:docPart w:val="3320DC129728444888E8C37EE814A82A"/>
          </w:placeholder>
          <w:comboBox>
            <w:listItem w:displayText="hanke" w:value="hanke"/>
            <w:listItem w:displayText="riigihanke" w:value="riigihanke"/>
          </w:comboBox>
        </w:sdtPr>
        <w:sdtEndPr/>
        <w:sdtContent>
          <w:r w:rsidR="00EF1282">
            <w:rPr>
              <w:sz w:val="24"/>
              <w:szCs w:val="24"/>
              <w:lang w:eastAsia="et-EE"/>
            </w:rPr>
            <w:t>riigihanke</w:t>
          </w:r>
        </w:sdtContent>
      </w:sdt>
      <w:r w:rsidR="000A17B6">
        <w:rPr>
          <w:sz w:val="24"/>
          <w:szCs w:val="24"/>
          <w:lang w:eastAsia="et-EE"/>
        </w:rPr>
        <w:t xml:space="preserve"> 1-47/</w:t>
      </w:r>
      <w:r w:rsidR="00317045">
        <w:rPr>
          <w:sz w:val="24"/>
          <w:szCs w:val="24"/>
        </w:rPr>
        <w:t>2674</w:t>
      </w:r>
      <w:r w:rsidRPr="000E0CFA">
        <w:rPr>
          <w:sz w:val="24"/>
          <w:szCs w:val="24"/>
          <w:lang w:eastAsia="et-EE"/>
        </w:rPr>
        <w:t xml:space="preserve"> „</w:t>
      </w:r>
      <w:r w:rsidR="00EF1282" w:rsidRPr="00EF1282">
        <w:rPr>
          <w:rFonts w:eastAsia="Calibri"/>
          <w:sz w:val="24"/>
          <w:szCs w:val="24"/>
        </w:rPr>
        <w:t>Männitaimede liimi ja liiva katmise ja kuivatamise süsteemi kulumaterjalide ost</w:t>
      </w:r>
      <w:r w:rsidRPr="000E0CFA">
        <w:rPr>
          <w:sz w:val="24"/>
          <w:szCs w:val="24"/>
          <w:lang w:eastAsia="et-EE"/>
        </w:rPr>
        <w:t xml:space="preserve">“ (viitenumber </w:t>
      </w:r>
      <w:r w:rsidR="00317045">
        <w:rPr>
          <w:sz w:val="24"/>
          <w:szCs w:val="24"/>
        </w:rPr>
        <w:t>257086</w:t>
      </w:r>
      <w:r w:rsidRPr="000E0CFA">
        <w:rPr>
          <w:sz w:val="24"/>
          <w:szCs w:val="24"/>
          <w:lang w:eastAsia="et-EE"/>
        </w:rPr>
        <w:t>) tulemusena alljärgnevas:</w:t>
      </w:r>
    </w:p>
    <w:p w14:paraId="752BBA4D" w14:textId="77777777" w:rsidR="001A0A50" w:rsidRDefault="001A0A50" w:rsidP="000E0CFA">
      <w:pPr>
        <w:rPr>
          <w:sz w:val="24"/>
          <w:szCs w:val="24"/>
          <w:lang w:eastAsia="et-EE"/>
        </w:rPr>
      </w:pPr>
    </w:p>
    <w:p w14:paraId="29971F2C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Lepingu objekt</w:t>
      </w:r>
    </w:p>
    <w:p w14:paraId="2593B6EC" w14:textId="77777777" w:rsidR="00FF4658" w:rsidRPr="00A222B6" w:rsidRDefault="00CD0A8B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Müüja müüb ja o</w:t>
      </w:r>
      <w:r w:rsidR="00FF4658" w:rsidRPr="00A222B6">
        <w:rPr>
          <w:sz w:val="24"/>
          <w:szCs w:val="24"/>
        </w:rPr>
        <w:t xml:space="preserve">stja ostab </w:t>
      </w:r>
      <w:proofErr w:type="spellStart"/>
      <w:r w:rsidR="000A17B6" w:rsidRPr="00A222B6">
        <w:rPr>
          <w:sz w:val="24"/>
          <w:szCs w:val="24"/>
        </w:rPr>
        <w:t>ostab</w:t>
      </w:r>
      <w:proofErr w:type="spellEnd"/>
      <w:r w:rsidR="000A17B6" w:rsidRPr="00A222B6">
        <w:rPr>
          <w:sz w:val="24"/>
          <w:szCs w:val="24"/>
        </w:rPr>
        <w:t xml:space="preserve"> </w:t>
      </w:r>
      <w:r w:rsidR="000A17B6" w:rsidRPr="00A222B6">
        <w:rPr>
          <w:sz w:val="24"/>
          <w:szCs w:val="24"/>
        </w:rPr>
        <w:fldChar w:fldCharType="begin"/>
      </w:r>
      <w:r w:rsidR="000A17B6" w:rsidRPr="00A222B6">
        <w:rPr>
          <w:sz w:val="24"/>
          <w:szCs w:val="24"/>
        </w:rPr>
        <w:instrText xml:space="preserve"> MACROBUTTON  AcceptAllChangesInDoc [Sisesta vara, nimetus, kogus, hind]</w:instrText>
      </w:r>
      <w:r w:rsidR="000A17B6" w:rsidRPr="00A222B6">
        <w:rPr>
          <w:sz w:val="24"/>
          <w:szCs w:val="24"/>
        </w:rPr>
        <w:fldChar w:fldCharType="end"/>
      </w:r>
      <w:r w:rsidR="000A17B6" w:rsidRPr="00A222B6">
        <w:rPr>
          <w:sz w:val="24"/>
          <w:szCs w:val="24"/>
        </w:rPr>
        <w:t xml:space="preserve">, </w:t>
      </w:r>
      <w:r w:rsidR="00FF4658" w:rsidRPr="00A222B6">
        <w:rPr>
          <w:sz w:val="24"/>
          <w:szCs w:val="24"/>
        </w:rPr>
        <w:t xml:space="preserve">edaspidi </w:t>
      </w:r>
      <w:r w:rsidR="000A17B6" w:rsidRPr="00A222B6">
        <w:rPr>
          <w:b/>
          <w:bCs/>
          <w:sz w:val="24"/>
          <w:szCs w:val="24"/>
        </w:rPr>
        <w:t>v</w:t>
      </w:r>
      <w:r w:rsidR="00FF4658" w:rsidRPr="00A222B6">
        <w:rPr>
          <w:b/>
          <w:bCs/>
          <w:sz w:val="24"/>
          <w:szCs w:val="24"/>
        </w:rPr>
        <w:t>ara</w:t>
      </w:r>
      <w:r w:rsidR="000A17B6" w:rsidRPr="00A222B6">
        <w:rPr>
          <w:sz w:val="24"/>
          <w:szCs w:val="24"/>
        </w:rPr>
        <w:t>, mille kohustub o</w:t>
      </w:r>
      <w:r w:rsidR="00FF4658" w:rsidRPr="00A222B6">
        <w:rPr>
          <w:sz w:val="24"/>
          <w:szCs w:val="24"/>
        </w:rPr>
        <w:t xml:space="preserve">stjale üle andma </w:t>
      </w:r>
      <w:r w:rsidR="000A17B6" w:rsidRPr="00A222B6">
        <w:rPr>
          <w:sz w:val="24"/>
          <w:szCs w:val="24"/>
        </w:rPr>
        <w:fldChar w:fldCharType="begin"/>
      </w:r>
      <w:r w:rsidR="000A17B6" w:rsidRPr="00A222B6">
        <w:rPr>
          <w:sz w:val="24"/>
          <w:szCs w:val="24"/>
        </w:rPr>
        <w:instrText xml:space="preserve"> MACROBUTTON  AcceptAllChangesInDoc [Sisesta number]</w:instrText>
      </w:r>
      <w:r w:rsidR="000A17B6" w:rsidRPr="00A222B6">
        <w:rPr>
          <w:sz w:val="24"/>
          <w:szCs w:val="24"/>
        </w:rPr>
        <w:fldChar w:fldCharType="end"/>
      </w:r>
      <w:r w:rsidR="000A17B6" w:rsidRPr="00A222B6">
        <w:rPr>
          <w:sz w:val="24"/>
          <w:szCs w:val="24"/>
        </w:rPr>
        <w:t xml:space="preserve"> päeva jooksul käesoleva l</w:t>
      </w:r>
      <w:r w:rsidR="00FF4658" w:rsidRPr="00A222B6">
        <w:rPr>
          <w:sz w:val="24"/>
          <w:szCs w:val="24"/>
        </w:rPr>
        <w:t xml:space="preserve">epingu allakirjutamisest. </w:t>
      </w:r>
    </w:p>
    <w:p w14:paraId="2EDD50B4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7B6DE27A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 xml:space="preserve">Ostuhind </w:t>
      </w:r>
    </w:p>
    <w:p w14:paraId="41966166" w14:textId="77777777" w:rsidR="00FF4658" w:rsidRPr="00A222B6" w:rsidRDefault="000A17B6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Müüja müüb ja o</w:t>
      </w:r>
      <w:r w:rsidR="00FF4658" w:rsidRPr="00A222B6">
        <w:rPr>
          <w:sz w:val="24"/>
          <w:szCs w:val="24"/>
        </w:rPr>
        <w:t xml:space="preserve">stja ostab </w:t>
      </w:r>
      <w:r w:rsidRPr="00A222B6">
        <w:rPr>
          <w:sz w:val="24"/>
          <w:szCs w:val="24"/>
        </w:rPr>
        <w:t>v</w:t>
      </w:r>
      <w:r w:rsidR="00FF4658" w:rsidRPr="00A222B6">
        <w:rPr>
          <w:sz w:val="24"/>
          <w:szCs w:val="24"/>
        </w:rPr>
        <w:t xml:space="preserve">ara hinnaga </w:t>
      </w:r>
      <w:r w:rsidR="00CD0A8B" w:rsidRPr="00A222B6">
        <w:rPr>
          <w:sz w:val="24"/>
          <w:szCs w:val="24"/>
        </w:rPr>
        <w:fldChar w:fldCharType="begin"/>
      </w:r>
      <w:r w:rsidR="00CD0A8B" w:rsidRPr="00A222B6">
        <w:rPr>
          <w:sz w:val="24"/>
          <w:szCs w:val="24"/>
        </w:rPr>
        <w:instrText xml:space="preserve"> MACROBUTTON  AcceptAllChangesInDoc [Sisesta summa] </w:instrText>
      </w:r>
      <w:r w:rsidR="00CD0A8B" w:rsidRPr="00A222B6">
        <w:rPr>
          <w:sz w:val="24"/>
          <w:szCs w:val="24"/>
        </w:rPr>
        <w:fldChar w:fldCharType="end"/>
      </w:r>
      <w:r w:rsidRPr="00A222B6">
        <w:rPr>
          <w:sz w:val="24"/>
          <w:szCs w:val="24"/>
        </w:rPr>
        <w:t xml:space="preserve"> (</w:t>
      </w:r>
      <w:r w:rsidR="00CD0A8B" w:rsidRPr="00A222B6">
        <w:rPr>
          <w:rFonts w:eastAsia="Calibri"/>
          <w:sz w:val="24"/>
          <w:szCs w:val="24"/>
        </w:rPr>
        <w:fldChar w:fldCharType="begin"/>
      </w:r>
      <w:r w:rsidR="00CD0A8B" w:rsidRPr="00A222B6">
        <w:rPr>
          <w:rFonts w:eastAsia="Calibri"/>
          <w:sz w:val="24"/>
          <w:szCs w:val="24"/>
        </w:rPr>
        <w:instrText xml:space="preserve"> MACROBUTTON  AcceptAllChangesInDoc [Sisesta summa sõnadega]) </w:instrText>
      </w:r>
      <w:r w:rsidR="00CD0A8B" w:rsidRPr="00A222B6">
        <w:rPr>
          <w:rFonts w:eastAsia="Calibri"/>
          <w:sz w:val="24"/>
          <w:szCs w:val="24"/>
        </w:rPr>
        <w:fldChar w:fldCharType="end"/>
      </w:r>
      <w:r w:rsidR="0042126E" w:rsidRPr="00A222B6">
        <w:rPr>
          <w:sz w:val="24"/>
          <w:szCs w:val="24"/>
        </w:rPr>
        <w:t xml:space="preserve"> eurot</w:t>
      </w:r>
      <w:r w:rsidR="00FF4658" w:rsidRPr="00A222B6">
        <w:rPr>
          <w:sz w:val="24"/>
          <w:szCs w:val="24"/>
        </w:rPr>
        <w:t xml:space="preserve">. </w:t>
      </w:r>
    </w:p>
    <w:p w14:paraId="4123624B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057EA1BB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Arveldus</w:t>
      </w:r>
    </w:p>
    <w:p w14:paraId="660F252D" w14:textId="77777777" w:rsidR="004955EC" w:rsidRPr="004955EC" w:rsidRDefault="000A17B6" w:rsidP="004955EC">
      <w:pPr>
        <w:pStyle w:val="Pealkiri21"/>
        <w:rPr>
          <w:sz w:val="24"/>
          <w:szCs w:val="24"/>
        </w:rPr>
      </w:pPr>
      <w:r w:rsidRPr="004955EC">
        <w:rPr>
          <w:sz w:val="24"/>
          <w:szCs w:val="24"/>
        </w:rPr>
        <w:t xml:space="preserve">Ostja tasub saadud vara </w:t>
      </w:r>
      <w:r w:rsidR="00FF4658" w:rsidRPr="004955EC">
        <w:rPr>
          <w:sz w:val="24"/>
          <w:szCs w:val="24"/>
        </w:rPr>
        <w:t xml:space="preserve">eest pangaülekande teel </w:t>
      </w:r>
      <w:r w:rsidRPr="004955EC">
        <w:rPr>
          <w:sz w:val="24"/>
          <w:szCs w:val="24"/>
        </w:rPr>
        <w:fldChar w:fldCharType="begin"/>
      </w:r>
      <w:r w:rsidRPr="004955EC">
        <w:rPr>
          <w:sz w:val="24"/>
          <w:szCs w:val="24"/>
        </w:rPr>
        <w:instrText xml:space="preserve"> MACROBUTTON  AcceptAllChangesInDoc [Sisesta number]</w:instrText>
      </w:r>
      <w:r w:rsidRPr="004955EC">
        <w:rPr>
          <w:sz w:val="24"/>
          <w:szCs w:val="24"/>
        </w:rPr>
        <w:fldChar w:fldCharType="end"/>
      </w:r>
      <w:r w:rsidRPr="004955EC">
        <w:rPr>
          <w:sz w:val="24"/>
          <w:szCs w:val="24"/>
        </w:rPr>
        <w:t xml:space="preserve"> päeva jooksul v</w:t>
      </w:r>
      <w:r w:rsidR="00FF4658" w:rsidRPr="004955EC">
        <w:rPr>
          <w:sz w:val="24"/>
          <w:szCs w:val="24"/>
        </w:rPr>
        <w:t>ara vastuvõtmisest.</w:t>
      </w:r>
    </w:p>
    <w:p w14:paraId="6E12098F" w14:textId="3017D2A5" w:rsidR="004955EC" w:rsidRDefault="004955EC" w:rsidP="00C40EF4">
      <w:pPr>
        <w:pStyle w:val="Pealkiri21"/>
        <w:jc w:val="both"/>
        <w:rPr>
          <w:sz w:val="24"/>
          <w:szCs w:val="24"/>
        </w:rPr>
      </w:pPr>
      <w:r w:rsidRPr="00C40EF4">
        <w:rPr>
          <w:sz w:val="24"/>
          <w:szCs w:val="24"/>
        </w:rPr>
        <w:t>Müüja esitab arve vaid elektrooniliselt. Arve esitamiseks tuleb kasutada elektrooniliste arvete esitamiseks mõeldud raamatupidamistarkvara või raamatupidamistarkvara E-</w:t>
      </w:r>
      <w:proofErr w:type="spellStart"/>
      <w:r w:rsidRPr="00C40EF4">
        <w:rPr>
          <w:sz w:val="24"/>
          <w:szCs w:val="24"/>
        </w:rPr>
        <w:t>arveldaja</w:t>
      </w:r>
      <w:proofErr w:type="spellEnd"/>
      <w:r w:rsidRPr="00C40EF4">
        <w:rPr>
          <w:sz w:val="24"/>
          <w:szCs w:val="24"/>
        </w:rPr>
        <w:t xml:space="preserve">, mis asub ettevõtjaportaalis </w:t>
      </w:r>
      <w:hyperlink r:id="rId7" w:history="1">
        <w:r w:rsidR="00EF1282" w:rsidRPr="00C40EF4">
          <w:rPr>
            <w:rStyle w:val="Hperlink"/>
            <w:sz w:val="24"/>
            <w:szCs w:val="24"/>
          </w:rPr>
          <w:t>https://www.rik.ee/et/e-arveldaja</w:t>
        </w:r>
      </w:hyperlink>
      <w:r w:rsidRPr="00C40EF4">
        <w:rPr>
          <w:sz w:val="24"/>
          <w:szCs w:val="24"/>
        </w:rPr>
        <w:t>.</w:t>
      </w:r>
      <w:r w:rsidR="00EF1282" w:rsidRPr="00C40EF4">
        <w:rPr>
          <w:sz w:val="24"/>
          <w:szCs w:val="24"/>
        </w:rPr>
        <w:t xml:space="preserve"> Välismaine müüja saab arveid esitada e-posti aadressil </w:t>
      </w:r>
      <w:hyperlink r:id="rId8" w:history="1">
        <w:r w:rsidR="00C40EF4" w:rsidRPr="002A0BC3">
          <w:rPr>
            <w:rStyle w:val="Hperlink"/>
            <w:sz w:val="24"/>
            <w:szCs w:val="24"/>
          </w:rPr>
          <w:t>arved@rmk.ee</w:t>
        </w:r>
      </w:hyperlink>
      <w:r w:rsidR="00C40EF4">
        <w:rPr>
          <w:sz w:val="24"/>
          <w:szCs w:val="24"/>
        </w:rPr>
        <w:t>.</w:t>
      </w:r>
    </w:p>
    <w:p w14:paraId="1CF8D697" w14:textId="77777777" w:rsidR="00C40EF4" w:rsidRPr="00C40EF4" w:rsidRDefault="00C40EF4" w:rsidP="00C40EF4">
      <w:pPr>
        <w:pStyle w:val="Pealkiri21"/>
        <w:jc w:val="both"/>
        <w:rPr>
          <w:b/>
          <w:sz w:val="24"/>
          <w:szCs w:val="24"/>
        </w:rPr>
      </w:pPr>
      <w:r w:rsidRPr="00C40EF4">
        <w:rPr>
          <w:sz w:val="24"/>
          <w:szCs w:val="24"/>
        </w:rPr>
        <w:t>Arve esitamise aluseks on poolte poolt allkirjastatud vara vastuvõtmise akt.</w:t>
      </w:r>
    </w:p>
    <w:p w14:paraId="4505A776" w14:textId="04731DB7" w:rsidR="00FF4658" w:rsidRPr="00A222B6" w:rsidRDefault="00FF4658" w:rsidP="00C40EF4">
      <w:pPr>
        <w:pStyle w:val="Pealkiri21"/>
        <w:numPr>
          <w:ilvl w:val="0"/>
          <w:numId w:val="0"/>
        </w:numPr>
        <w:rPr>
          <w:sz w:val="24"/>
          <w:szCs w:val="24"/>
        </w:rPr>
      </w:pPr>
    </w:p>
    <w:p w14:paraId="04F64518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Müüja kinnitused</w:t>
      </w:r>
    </w:p>
    <w:p w14:paraId="76C55A6B" w14:textId="4F47B099" w:rsidR="00FF4658" w:rsidRDefault="000A17B6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Müüja kinnitab, et v</w:t>
      </w:r>
      <w:r w:rsidR="00FF4658" w:rsidRPr="00A222B6">
        <w:rPr>
          <w:sz w:val="24"/>
          <w:szCs w:val="24"/>
        </w:rPr>
        <w:t xml:space="preserve">ara vastab lepingutingimustele ning kolmandatel </w:t>
      </w:r>
      <w:proofErr w:type="spellStart"/>
      <w:r w:rsidR="00FF4658" w:rsidRPr="00A222B6">
        <w:rPr>
          <w:sz w:val="24"/>
          <w:szCs w:val="24"/>
        </w:rPr>
        <w:t>iskutel</w:t>
      </w:r>
      <w:proofErr w:type="spellEnd"/>
      <w:r w:rsidRPr="00A222B6">
        <w:rPr>
          <w:sz w:val="24"/>
          <w:szCs w:val="24"/>
        </w:rPr>
        <w:t xml:space="preserve"> ei ole v</w:t>
      </w:r>
      <w:r w:rsidR="00FF4658" w:rsidRPr="00A222B6">
        <w:rPr>
          <w:sz w:val="24"/>
          <w:szCs w:val="24"/>
        </w:rPr>
        <w:t xml:space="preserve">ara suhtes nõudeid või muid õigusi, mida nad võivad esitada. </w:t>
      </w:r>
    </w:p>
    <w:p w14:paraId="0C4EC37D" w14:textId="44AE4716" w:rsidR="00C40EF4" w:rsidRDefault="00C40EF4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</w:p>
    <w:p w14:paraId="6CE9E511" w14:textId="77777777" w:rsidR="00C40EF4" w:rsidRPr="00A222B6" w:rsidRDefault="00C40EF4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  <w:u w:val="single"/>
        </w:rPr>
      </w:pPr>
    </w:p>
    <w:p w14:paraId="206CD3C9" w14:textId="64752B3F" w:rsidR="004955EC" w:rsidRPr="00A222B6" w:rsidRDefault="004955EC" w:rsidP="002F5A22">
      <w:pPr>
        <w:jc w:val="both"/>
        <w:rPr>
          <w:sz w:val="24"/>
          <w:szCs w:val="24"/>
        </w:rPr>
      </w:pPr>
    </w:p>
    <w:p w14:paraId="0A058543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lastRenderedPageBreak/>
        <w:t>Vara üleandmine-</w:t>
      </w:r>
      <w:proofErr w:type="spellStart"/>
      <w:r w:rsidRPr="00A222B6">
        <w:rPr>
          <w:b/>
          <w:sz w:val="24"/>
          <w:szCs w:val="24"/>
        </w:rPr>
        <w:t>vastuvôtmine</w:t>
      </w:r>
      <w:proofErr w:type="spellEnd"/>
    </w:p>
    <w:p w14:paraId="10D61A82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üleandmine-vas</w:t>
      </w:r>
      <w:r w:rsidR="000A17B6" w:rsidRPr="00A222B6">
        <w:rPr>
          <w:sz w:val="24"/>
          <w:szCs w:val="24"/>
        </w:rPr>
        <w:t>tuvõtmine vormistatakse mõlema p</w:t>
      </w:r>
      <w:r w:rsidRPr="00A222B6">
        <w:rPr>
          <w:sz w:val="24"/>
          <w:szCs w:val="24"/>
        </w:rPr>
        <w:t>oole poolt allakirjutatud  aktiga.</w:t>
      </w:r>
    </w:p>
    <w:p w14:paraId="00C3A56D" w14:textId="77777777" w:rsidR="00FF4658" w:rsidRPr="00A222B6" w:rsidRDefault="000A17B6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 xml:space="preserve">Vara loetakse ostjale </w:t>
      </w:r>
      <w:proofErr w:type="spellStart"/>
      <w:r w:rsidRPr="00A222B6">
        <w:rPr>
          <w:sz w:val="24"/>
          <w:szCs w:val="24"/>
        </w:rPr>
        <w:t>üleantuks</w:t>
      </w:r>
      <w:proofErr w:type="spellEnd"/>
      <w:r w:rsidRPr="00A222B6">
        <w:rPr>
          <w:sz w:val="24"/>
          <w:szCs w:val="24"/>
        </w:rPr>
        <w:t xml:space="preserve"> hetkest, kui ostja esindaja on kinnitanud v</w:t>
      </w:r>
      <w:r w:rsidR="00FF4658" w:rsidRPr="00A222B6">
        <w:rPr>
          <w:sz w:val="24"/>
          <w:szCs w:val="24"/>
        </w:rPr>
        <w:t>ara vastuvõtmise aktil oma allkirjaga.</w:t>
      </w:r>
    </w:p>
    <w:p w14:paraId="6CAE02EA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juhusliku hävimise</w:t>
      </w:r>
      <w:r w:rsidR="00BC487D" w:rsidRPr="00A222B6">
        <w:rPr>
          <w:sz w:val="24"/>
          <w:szCs w:val="24"/>
        </w:rPr>
        <w:t xml:space="preserve"> ja kahjustumise riisiko läheb ostjale üle v</w:t>
      </w:r>
      <w:r w:rsidRPr="00A222B6">
        <w:rPr>
          <w:sz w:val="24"/>
          <w:szCs w:val="24"/>
        </w:rPr>
        <w:t>ara üleandmisega.</w:t>
      </w:r>
    </w:p>
    <w:p w14:paraId="6AB2AD50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63AFC76D" w14:textId="77777777" w:rsidR="00FF4658" w:rsidRPr="00A222B6" w:rsidRDefault="00C02389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Vastutus</w:t>
      </w:r>
    </w:p>
    <w:p w14:paraId="698299FB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Pooled vastutavad lepinguliste kohustuste mittetäitm</w:t>
      </w:r>
      <w:r w:rsidR="00CD0A8B" w:rsidRPr="00A222B6">
        <w:rPr>
          <w:sz w:val="24"/>
          <w:szCs w:val="24"/>
        </w:rPr>
        <w:t>ise võ</w:t>
      </w:r>
      <w:r w:rsidRPr="00A222B6">
        <w:rPr>
          <w:sz w:val="24"/>
          <w:szCs w:val="24"/>
        </w:rPr>
        <w:t>i mittekohase täitmise, sealhulgas täitmisega viivitamise eest.</w:t>
      </w:r>
    </w:p>
    <w:p w14:paraId="525A15EA" w14:textId="77777777" w:rsidR="00FF4658" w:rsidRPr="00A222B6" w:rsidRDefault="00BC487D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Mitteõigeaegsel tasumisel on ostja kohus</w:t>
      </w:r>
      <w:r w:rsidR="00CD0A8B" w:rsidRPr="00A222B6">
        <w:rPr>
          <w:sz w:val="24"/>
          <w:szCs w:val="24"/>
        </w:rPr>
        <w:t>tatud tasuma müüjale viivist 0,</w:t>
      </w:r>
      <w:r w:rsidRPr="00A222B6">
        <w:rPr>
          <w:sz w:val="24"/>
          <w:szCs w:val="24"/>
        </w:rPr>
        <w:t>15% v</w:t>
      </w:r>
      <w:r w:rsidR="00FF4658" w:rsidRPr="00A222B6">
        <w:rPr>
          <w:sz w:val="24"/>
          <w:szCs w:val="24"/>
        </w:rPr>
        <w:t>ara ostuhinnast iga viivitatud päeva eest.</w:t>
      </w:r>
    </w:p>
    <w:p w14:paraId="650782C7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üleandmise</w:t>
      </w:r>
      <w:r w:rsidR="00BC487D" w:rsidRPr="00A222B6">
        <w:rPr>
          <w:sz w:val="24"/>
          <w:szCs w:val="24"/>
        </w:rPr>
        <w:t>ga viivitamise korral on m</w:t>
      </w:r>
      <w:r w:rsidRPr="00A222B6">
        <w:rPr>
          <w:sz w:val="24"/>
          <w:szCs w:val="24"/>
        </w:rPr>
        <w:t xml:space="preserve">üüja kohustatud tasuma leppetrahvi </w:t>
      </w:r>
      <w:r w:rsidR="00CD0A8B" w:rsidRPr="00A222B6">
        <w:rPr>
          <w:sz w:val="24"/>
          <w:szCs w:val="24"/>
        </w:rPr>
        <w:t>0,</w:t>
      </w:r>
      <w:r w:rsidR="00BC487D" w:rsidRPr="00A222B6">
        <w:rPr>
          <w:sz w:val="24"/>
          <w:szCs w:val="24"/>
        </w:rPr>
        <w:t>15% v</w:t>
      </w:r>
      <w:r w:rsidRPr="00A222B6">
        <w:rPr>
          <w:sz w:val="24"/>
          <w:szCs w:val="24"/>
        </w:rPr>
        <w:t>ara ostuhinnast iga üleandmisega viivitatud pä</w:t>
      </w:r>
      <w:r w:rsidR="00CD0A8B" w:rsidRPr="00A222B6">
        <w:rPr>
          <w:sz w:val="24"/>
          <w:szCs w:val="24"/>
        </w:rPr>
        <w:t>e</w:t>
      </w:r>
      <w:r w:rsidRPr="00A222B6">
        <w:rPr>
          <w:sz w:val="24"/>
          <w:szCs w:val="24"/>
        </w:rPr>
        <w:t xml:space="preserve">va eest.  </w:t>
      </w:r>
    </w:p>
    <w:p w14:paraId="6C310526" w14:textId="77777777" w:rsidR="00FF4658" w:rsidRPr="00A222B6" w:rsidRDefault="00FF4658" w:rsidP="002F5A22">
      <w:pPr>
        <w:jc w:val="both"/>
        <w:rPr>
          <w:sz w:val="24"/>
          <w:szCs w:val="24"/>
          <w:u w:val="single"/>
        </w:rPr>
      </w:pPr>
    </w:p>
    <w:p w14:paraId="2F9F827C" w14:textId="77777777" w:rsidR="00FF4658" w:rsidRPr="00A222B6" w:rsidRDefault="00CD0A8B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Lõ</w:t>
      </w:r>
      <w:r w:rsidR="00FF4658" w:rsidRPr="00A222B6">
        <w:rPr>
          <w:b/>
          <w:sz w:val="24"/>
          <w:szCs w:val="24"/>
        </w:rPr>
        <w:t>ppsätted</w:t>
      </w:r>
    </w:p>
    <w:p w14:paraId="155D964E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Lepingu tingimusi võib muuta või täiendada poolte kirjalikul kokkuleppel, välja arvatud juhtudel, kui lepingu muutmise vajadus tuleneb õigusak</w:t>
      </w:r>
      <w:r w:rsidR="00C02389" w:rsidRPr="00A222B6">
        <w:rPr>
          <w:sz w:val="24"/>
          <w:szCs w:val="24"/>
        </w:rPr>
        <w:t xml:space="preserve">tide muutumisest. </w:t>
      </w:r>
    </w:p>
    <w:p w14:paraId="425BFE36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Lepingu või juba jõustunud lepingu lisade muutmine ja täiendamine vormistatakse lepingu lisana.</w:t>
      </w:r>
    </w:p>
    <w:p w14:paraId="5E342938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 xml:space="preserve">Poolte vahel lepingu täitmisest tulenevad vaidlused lahendatakse läbirääkimiste teel. Kokkuleppe mittesaavutamisel kuuluvad vaidlused läbivaatamisele õigusaktidega kehtestatud korras. </w:t>
      </w:r>
    </w:p>
    <w:p w14:paraId="121E2DC0" w14:textId="77777777" w:rsidR="002F5D6E" w:rsidRPr="00A222B6" w:rsidRDefault="00DF5269" w:rsidP="002F5A22">
      <w:pPr>
        <w:pStyle w:val="Pealkiri21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189151537"/>
          <w:placeholder>
            <w:docPart w:val="40839D5D37064D31A702969AEE1B961A"/>
          </w:placeholder>
          <w:comboBox>
            <w:listItem w:displayText=" " w:value=" "/>
            <w:listItem w:displayText="Leping on allkirjastatud digitaalselt." w:value="Leping on allkirjastatud digitaalselt."/>
            <w:listItem w:displayText="Leping on allkirjastatud paberkandjal kahes võrdset juriidilist jõudu omavas eksemplaris, millest kumbki pool saab ühe eksemplari." w:value="Leping on allkirjastatud paberkandjal kahes võrdset juriidilist jõudu omavas eksemplaris, millest kumbki pool saab ühe eksemplari."/>
          </w:comboBox>
        </w:sdtPr>
        <w:sdtEndPr/>
        <w:sdtContent>
          <w:r w:rsidR="00BF0A63" w:rsidRPr="00A222B6">
            <w:rPr>
              <w:sz w:val="24"/>
              <w:szCs w:val="24"/>
            </w:rPr>
            <w:t>[Vali sobiv]</w:t>
          </w:r>
        </w:sdtContent>
      </w:sdt>
    </w:p>
    <w:p w14:paraId="2ACDE183" w14:textId="77777777" w:rsidR="002F5D6E" w:rsidRDefault="002F5D6E">
      <w:pPr>
        <w:jc w:val="both"/>
        <w:rPr>
          <w:b/>
          <w:bCs/>
          <w:sz w:val="24"/>
        </w:rPr>
      </w:pPr>
    </w:p>
    <w:p w14:paraId="3751325C" w14:textId="77777777" w:rsidR="00FF4658" w:rsidRDefault="00FF4658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>Poolte a</w:t>
      </w:r>
      <w:r w:rsidR="00C02389">
        <w:rPr>
          <w:b/>
          <w:bCs/>
          <w:sz w:val="24"/>
        </w:rPr>
        <w:t>ndmed</w:t>
      </w:r>
      <w:r>
        <w:rPr>
          <w:b/>
          <w:bCs/>
          <w:sz w:val="24"/>
        </w:rPr>
        <w:t xml:space="preserve"> ja allkirjad</w:t>
      </w:r>
    </w:p>
    <w:p w14:paraId="4105D01C" w14:textId="77777777" w:rsidR="00BC487D" w:rsidRDefault="00BC487D">
      <w:pPr>
        <w:jc w:val="both"/>
        <w:rPr>
          <w:sz w:val="24"/>
        </w:rPr>
      </w:pPr>
    </w:p>
    <w:p w14:paraId="170D901A" w14:textId="77777777" w:rsidR="00BC487D" w:rsidRPr="00A8126F" w:rsidRDefault="00BC487D" w:rsidP="00BC487D">
      <w:pPr>
        <w:tabs>
          <w:tab w:val="left" w:pos="4253"/>
        </w:tabs>
        <w:jc w:val="both"/>
        <w:rPr>
          <w:b/>
          <w:sz w:val="24"/>
        </w:rPr>
      </w:pPr>
      <w:r>
        <w:rPr>
          <w:b/>
          <w:sz w:val="24"/>
        </w:rPr>
        <w:t>Müüja</w:t>
      </w:r>
      <w:r>
        <w:rPr>
          <w:b/>
          <w:sz w:val="24"/>
        </w:rPr>
        <w:tab/>
      </w:r>
      <w:r w:rsidR="005E0AEE">
        <w:rPr>
          <w:b/>
          <w:sz w:val="24"/>
        </w:rPr>
        <w:tab/>
        <w:t xml:space="preserve">  </w:t>
      </w:r>
      <w:r>
        <w:rPr>
          <w:b/>
          <w:sz w:val="24"/>
        </w:rPr>
        <w:t>Ostja</w:t>
      </w:r>
    </w:p>
    <w:tbl>
      <w:tblPr>
        <w:tblStyle w:val="Kontuurtabel"/>
        <w:tblW w:w="8634" w:type="dxa"/>
        <w:tblLook w:val="04A0" w:firstRow="1" w:lastRow="0" w:firstColumn="1" w:lastColumn="0" w:noHBand="0" w:noVBand="1"/>
      </w:tblPr>
      <w:tblGrid>
        <w:gridCol w:w="4456"/>
        <w:gridCol w:w="4178"/>
      </w:tblGrid>
      <w:tr w:rsidR="00BC487D" w:rsidRPr="00A8126F" w14:paraId="1966CF92" w14:textId="77777777" w:rsidTr="00295CE1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7E5DE552" w14:textId="77777777" w:rsidR="00BC487D" w:rsidRPr="00A8126F" w:rsidRDefault="005E0AEE" w:rsidP="00295CE1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MACROBUTTON  AcceptAllChangesInDoc [Sisesta juriidilise isiku või FIE nimi] </w:instrText>
            </w:r>
            <w:r>
              <w:rPr>
                <w:sz w:val="24"/>
              </w:rPr>
              <w:fldChar w:fldCharType="end"/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73337D9C" w14:textId="77777777" w:rsidR="00BC487D" w:rsidRPr="00A8126F" w:rsidRDefault="00BC487D" w:rsidP="00295CE1">
            <w:pPr>
              <w:jc w:val="both"/>
              <w:rPr>
                <w:b/>
                <w:sz w:val="24"/>
              </w:rPr>
            </w:pPr>
            <w:r w:rsidRPr="00A8126F">
              <w:rPr>
                <w:sz w:val="24"/>
              </w:rPr>
              <w:t>Riigimetsa Majandamise Keskus</w:t>
            </w:r>
          </w:p>
        </w:tc>
      </w:tr>
      <w:tr w:rsidR="00BC487D" w:rsidRPr="00A8126F" w14:paraId="6F746646" w14:textId="77777777" w:rsidTr="00295CE1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1835DE4C" w14:textId="77777777" w:rsidR="00BC487D" w:rsidRPr="00A8126F" w:rsidRDefault="00C03548" w:rsidP="00295CE1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>Registrikood</w:t>
            </w:r>
            <w:r w:rsidR="00BC487D" w:rsidRPr="00A8126F">
              <w:rPr>
                <w:sz w:val="24"/>
              </w:rPr>
              <w:fldChar w:fldCharType="begin"/>
            </w:r>
            <w:r w:rsidR="00BC487D" w:rsidRPr="00A8126F">
              <w:rPr>
                <w:sz w:val="24"/>
              </w:rPr>
              <w:instrText xml:space="preserve"> MACROBUTTON  AcceptAllChangesInDoc [Sisesta isiku või registrikood] </w:instrText>
            </w:r>
            <w:r w:rsidR="00BC487D" w:rsidRPr="00A8126F">
              <w:rPr>
                <w:sz w:val="24"/>
              </w:rPr>
              <w:fldChar w:fldCharType="end"/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659DBD4F" w14:textId="77777777" w:rsidR="00BC487D" w:rsidRPr="00A8126F" w:rsidRDefault="00AC031D" w:rsidP="00295CE1">
            <w:pPr>
              <w:jc w:val="both"/>
              <w:rPr>
                <w:b/>
                <w:sz w:val="24"/>
              </w:rPr>
            </w:pPr>
            <w:r w:rsidRPr="00A8126F">
              <w:rPr>
                <w:sz w:val="24"/>
              </w:rPr>
              <w:t>Registrikood 70004459</w:t>
            </w:r>
            <w:r w:rsidR="00BC487D" w:rsidRPr="00A8126F">
              <w:rPr>
                <w:sz w:val="24"/>
              </w:rPr>
              <w:tab/>
            </w:r>
          </w:p>
        </w:tc>
      </w:tr>
      <w:tr w:rsidR="00BC487D" w:rsidRPr="00A8126F" w14:paraId="778E5F98" w14:textId="77777777" w:rsidTr="00295CE1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5F847ED1" w14:textId="77777777" w:rsidR="00BC487D" w:rsidRDefault="00BC487D" w:rsidP="00295CE1">
            <w:pPr>
              <w:jc w:val="both"/>
              <w:rPr>
                <w:sz w:val="24"/>
              </w:rPr>
            </w:pPr>
            <w:r w:rsidRPr="00A8126F">
              <w:rPr>
                <w:sz w:val="24"/>
              </w:rPr>
              <w:fldChar w:fldCharType="begin"/>
            </w:r>
            <w:r w:rsidRPr="00A8126F">
              <w:rPr>
                <w:sz w:val="24"/>
              </w:rPr>
              <w:instrText>MACROBUTTON  AcceptAllChangesInDoc [Sisesta aadress]</w:instrText>
            </w:r>
            <w:r w:rsidRPr="00A8126F">
              <w:rPr>
                <w:sz w:val="24"/>
              </w:rPr>
              <w:fldChar w:fldCharType="end"/>
            </w:r>
          </w:p>
          <w:p w14:paraId="79020DA3" w14:textId="77777777" w:rsidR="00495E6D" w:rsidRPr="00A8126F" w:rsidRDefault="00495E6D" w:rsidP="00295CE1">
            <w:pPr>
              <w:jc w:val="both"/>
              <w:rPr>
                <w:b/>
                <w:sz w:val="24"/>
              </w:rPr>
            </w:pPr>
            <w:r w:rsidRPr="00A8126F">
              <w:rPr>
                <w:sz w:val="24"/>
              </w:rPr>
              <w:t xml:space="preserve">Tel </w:t>
            </w:r>
            <w:r w:rsidRPr="00A8126F">
              <w:rPr>
                <w:sz w:val="24"/>
              </w:rPr>
              <w:fldChar w:fldCharType="begin"/>
            </w:r>
            <w:r w:rsidRPr="00A8126F">
              <w:rPr>
                <w:sz w:val="24"/>
              </w:rPr>
              <w:instrText xml:space="preserve"> MACROBUTTON  AcceptAllChangesInDoc [Sisesta number] </w:instrText>
            </w:r>
            <w:r w:rsidRPr="00A8126F">
              <w:rPr>
                <w:sz w:val="24"/>
              </w:rPr>
              <w:fldChar w:fldCharType="end"/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5ED20DC4" w14:textId="77777777" w:rsidR="00495E6D" w:rsidRDefault="00495E6D" w:rsidP="00295CE1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Sagadi</w:t>
            </w:r>
            <w:proofErr w:type="spellEnd"/>
            <w:r>
              <w:rPr>
                <w:sz w:val="24"/>
              </w:rPr>
              <w:t xml:space="preserve"> küla, </w:t>
            </w:r>
            <w:r w:rsidR="00160E31">
              <w:rPr>
                <w:sz w:val="24"/>
              </w:rPr>
              <w:t>Haljala</w:t>
            </w:r>
            <w:r>
              <w:rPr>
                <w:sz w:val="24"/>
              </w:rPr>
              <w:t xml:space="preserve"> vald,</w:t>
            </w:r>
          </w:p>
          <w:p w14:paraId="3B66F33E" w14:textId="77777777" w:rsidR="00BC487D" w:rsidRPr="00A8126F" w:rsidRDefault="00160E31" w:rsidP="00295CE1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45403 </w:t>
            </w:r>
            <w:r w:rsidR="00495E6D">
              <w:rPr>
                <w:sz w:val="24"/>
              </w:rPr>
              <w:t>Lääne-Viru maakond</w:t>
            </w:r>
            <w:r w:rsidR="00BC487D" w:rsidRPr="00A8126F">
              <w:rPr>
                <w:sz w:val="24"/>
              </w:rPr>
              <w:tab/>
            </w:r>
          </w:p>
        </w:tc>
      </w:tr>
      <w:tr w:rsidR="00BC487D" w:rsidRPr="00A8126F" w14:paraId="43B2AC74" w14:textId="77777777" w:rsidTr="00C02389">
        <w:trPr>
          <w:trHeight w:val="231"/>
        </w:trPr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2BF654C3" w14:textId="77777777" w:rsidR="00BC487D" w:rsidRPr="00A8126F" w:rsidRDefault="00495E6D" w:rsidP="00495E6D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E-post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MACROBUTTON  AcceptAllChangesInDoc [Sisesta e-post] </w:instrText>
            </w:r>
            <w:r>
              <w:rPr>
                <w:sz w:val="24"/>
              </w:rPr>
              <w:fldChar w:fldCharType="end"/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241E9123" w14:textId="77777777" w:rsidR="00BC487D" w:rsidRPr="00A8126F" w:rsidRDefault="00BC487D" w:rsidP="00C02389">
            <w:pPr>
              <w:jc w:val="both"/>
              <w:rPr>
                <w:sz w:val="24"/>
              </w:rPr>
            </w:pPr>
            <w:r w:rsidRPr="00A8126F">
              <w:rPr>
                <w:sz w:val="24"/>
              </w:rPr>
              <w:t xml:space="preserve">Tel </w:t>
            </w:r>
            <w:r w:rsidR="00C02389">
              <w:rPr>
                <w:sz w:val="24"/>
              </w:rPr>
              <w:t>676 7500</w:t>
            </w:r>
          </w:p>
        </w:tc>
      </w:tr>
    </w:tbl>
    <w:p w14:paraId="388EB595" w14:textId="393642EA" w:rsidR="00BC487D" w:rsidRPr="00C02389" w:rsidRDefault="00C02389" w:rsidP="00BC487D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C03548">
        <w:rPr>
          <w:sz w:val="24"/>
        </w:rPr>
        <w:t xml:space="preserve">  </w:t>
      </w:r>
      <w:r w:rsidR="00495E6D">
        <w:rPr>
          <w:sz w:val="24"/>
        </w:rPr>
        <w:tab/>
      </w:r>
      <w:r w:rsidR="00495E6D">
        <w:rPr>
          <w:sz w:val="24"/>
        </w:rPr>
        <w:tab/>
      </w:r>
      <w:r w:rsidR="00495E6D">
        <w:rPr>
          <w:sz w:val="24"/>
        </w:rPr>
        <w:tab/>
        <w:t xml:space="preserve">  </w:t>
      </w:r>
      <w:r w:rsidR="00DF5269">
        <w:rPr>
          <w:sz w:val="24"/>
        </w:rPr>
        <w:t xml:space="preserve">   </w:t>
      </w:r>
      <w:bookmarkStart w:id="0" w:name="_GoBack"/>
      <w:bookmarkEnd w:id="0"/>
      <w:r>
        <w:rPr>
          <w:sz w:val="24"/>
        </w:rPr>
        <w:t>E-post rmk@rmk.ee</w:t>
      </w:r>
    </w:p>
    <w:p w14:paraId="55D8EDFE" w14:textId="77777777" w:rsidR="00A222B6" w:rsidRDefault="00A222B6" w:rsidP="00A222B6">
      <w:pPr>
        <w:rPr>
          <w:b/>
          <w:szCs w:val="24"/>
        </w:rPr>
      </w:pPr>
    </w:p>
    <w:tbl>
      <w:tblPr>
        <w:tblStyle w:val="Kontuurtabel"/>
        <w:tblW w:w="8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3"/>
        <w:gridCol w:w="4011"/>
      </w:tblGrid>
      <w:tr w:rsidR="00A222B6" w:rsidRPr="00A222B6" w14:paraId="69A393CE" w14:textId="77777777" w:rsidTr="00A222B6">
        <w:trPr>
          <w:trHeight w:val="749"/>
        </w:trPr>
        <w:tc>
          <w:tcPr>
            <w:tcW w:w="4493" w:type="dxa"/>
            <w:vAlign w:val="bottom"/>
            <w:hideMark/>
          </w:tcPr>
          <w:p w14:paraId="7E2F1371" w14:textId="77777777" w:rsidR="00A222B6" w:rsidRPr="00A222B6" w:rsidRDefault="00DF5269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565944659"/>
                <w:placeholder>
                  <w:docPart w:val="BDE3232C89FC4660B73F49FB08D0300F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A222B6" w:rsidRPr="00A222B6">
                  <w:rPr>
                    <w:sz w:val="24"/>
                    <w:szCs w:val="24"/>
                  </w:rPr>
                  <w:t>[Vali sobiv]</w:t>
                </w:r>
              </w:sdtContent>
            </w:sdt>
          </w:p>
        </w:tc>
        <w:tc>
          <w:tcPr>
            <w:tcW w:w="4011" w:type="dxa"/>
            <w:vAlign w:val="bottom"/>
            <w:hideMark/>
          </w:tcPr>
          <w:p w14:paraId="6F09E503" w14:textId="77777777" w:rsidR="00A222B6" w:rsidRPr="00A222B6" w:rsidRDefault="00DF5269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5649533"/>
                <w:placeholder>
                  <w:docPart w:val="7ADBB6B19A6446C4B214EFFFB9C3245B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A222B6" w:rsidRPr="00A222B6">
                  <w:rPr>
                    <w:sz w:val="24"/>
                    <w:szCs w:val="24"/>
                  </w:rPr>
                  <w:t>[Vali sobiv]</w:t>
                </w:r>
              </w:sdtContent>
            </w:sdt>
          </w:p>
        </w:tc>
      </w:tr>
    </w:tbl>
    <w:tbl>
      <w:tblPr>
        <w:tblW w:w="1002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1"/>
        <w:gridCol w:w="4192"/>
        <w:gridCol w:w="710"/>
        <w:gridCol w:w="710"/>
      </w:tblGrid>
      <w:tr w:rsidR="00A222B6" w:rsidRPr="00A222B6" w14:paraId="5B3B7A64" w14:textId="77777777" w:rsidTr="00A222B6">
        <w:trPr>
          <w:trHeight w:val="600"/>
        </w:trPr>
        <w:tc>
          <w:tcPr>
            <w:tcW w:w="4411" w:type="dxa"/>
            <w:vAlign w:val="bottom"/>
          </w:tcPr>
          <w:p w14:paraId="436A3F72" w14:textId="77777777" w:rsidR="00A222B6" w:rsidRPr="00A222B6" w:rsidRDefault="00A222B6">
            <w:pPr>
              <w:tabs>
                <w:tab w:val="left" w:pos="4320"/>
              </w:tabs>
              <w:spacing w:after="240"/>
              <w:rPr>
                <w:position w:val="9"/>
                <w:sz w:val="24"/>
                <w:szCs w:val="24"/>
              </w:rPr>
            </w:pPr>
          </w:p>
        </w:tc>
        <w:tc>
          <w:tcPr>
            <w:tcW w:w="4192" w:type="dxa"/>
            <w:vAlign w:val="bottom"/>
          </w:tcPr>
          <w:p w14:paraId="5E10CAAF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453C8659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3DFAD7F4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</w:tr>
      <w:tr w:rsidR="00A222B6" w:rsidRPr="00A222B6" w14:paraId="22F82DCD" w14:textId="77777777" w:rsidTr="00A222B6">
        <w:trPr>
          <w:trHeight w:val="363"/>
        </w:trPr>
        <w:tc>
          <w:tcPr>
            <w:tcW w:w="4411" w:type="dxa"/>
            <w:vAlign w:val="bottom"/>
            <w:hideMark/>
          </w:tcPr>
          <w:p w14:paraId="13D32480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A222B6">
              <w:rPr>
                <w:sz w:val="24"/>
                <w:szCs w:val="24"/>
                <w:lang w:val="en-AU"/>
              </w:rPr>
              <w:fldChar w:fldCharType="begin"/>
            </w:r>
            <w:r w:rsidRPr="00A222B6">
              <w:rPr>
                <w:sz w:val="24"/>
                <w:szCs w:val="24"/>
              </w:rPr>
              <w:instrText>MACROBUTTON NoMacro [Sisesta eesnimi ja perekonnanimi]</w:instrText>
            </w:r>
            <w:r w:rsidRPr="00A222B6">
              <w:rPr>
                <w:sz w:val="24"/>
                <w:szCs w:val="24"/>
              </w:rPr>
              <w:fldChar w:fldCharType="end"/>
            </w:r>
          </w:p>
        </w:tc>
        <w:tc>
          <w:tcPr>
            <w:tcW w:w="4192" w:type="dxa"/>
            <w:vAlign w:val="bottom"/>
            <w:hideMark/>
          </w:tcPr>
          <w:p w14:paraId="262BF1A2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A222B6">
              <w:rPr>
                <w:sz w:val="24"/>
                <w:szCs w:val="24"/>
                <w:lang w:val="en-AU"/>
              </w:rPr>
              <w:fldChar w:fldCharType="begin"/>
            </w:r>
            <w:r w:rsidRPr="00A222B6">
              <w:rPr>
                <w:sz w:val="24"/>
                <w:szCs w:val="24"/>
              </w:rPr>
              <w:instrText>MACROBUTTON NoMacro [Sisesta eesnimi ja perekonnanimi]</w:instrText>
            </w:r>
            <w:r w:rsidRPr="00A222B6">
              <w:rPr>
                <w:sz w:val="24"/>
                <w:szCs w:val="24"/>
              </w:rPr>
              <w:fldChar w:fldCharType="end"/>
            </w:r>
          </w:p>
        </w:tc>
        <w:tc>
          <w:tcPr>
            <w:tcW w:w="710" w:type="dxa"/>
          </w:tcPr>
          <w:p w14:paraId="7EE190FD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  <w:lang w:val="en-AU"/>
              </w:rPr>
            </w:pPr>
          </w:p>
        </w:tc>
        <w:tc>
          <w:tcPr>
            <w:tcW w:w="710" w:type="dxa"/>
          </w:tcPr>
          <w:p w14:paraId="2E844281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  <w:lang w:val="en-AU"/>
              </w:rPr>
            </w:pPr>
          </w:p>
        </w:tc>
      </w:tr>
    </w:tbl>
    <w:p w14:paraId="2601CA45" w14:textId="77777777" w:rsidR="00FF4658" w:rsidRDefault="00FF4658" w:rsidP="00EE0A3A">
      <w:pPr>
        <w:jc w:val="both"/>
        <w:rPr>
          <w:sz w:val="24"/>
        </w:rPr>
      </w:pPr>
    </w:p>
    <w:sectPr w:rsidR="00FF4658" w:rsidSect="00001E58">
      <w:headerReference w:type="even" r:id="rId9"/>
      <w:headerReference w:type="default" r:id="rId10"/>
      <w:type w:val="continuous"/>
      <w:pgSz w:w="11907" w:h="16834"/>
      <w:pgMar w:top="1440" w:right="1797" w:bottom="1440" w:left="1797" w:header="708" w:footer="708" w:gutter="0"/>
      <w:paperSrc w:first="7" w:other="7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55CF5" w14:textId="77777777" w:rsidR="003B61CD" w:rsidRDefault="003B61CD">
      <w:r>
        <w:separator/>
      </w:r>
    </w:p>
  </w:endnote>
  <w:endnote w:type="continuationSeparator" w:id="0">
    <w:p w14:paraId="0AC680F2" w14:textId="77777777" w:rsidR="003B61CD" w:rsidRDefault="003B6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84C53" w14:textId="77777777" w:rsidR="003B61CD" w:rsidRDefault="003B61CD">
      <w:r>
        <w:separator/>
      </w:r>
    </w:p>
  </w:footnote>
  <w:footnote w:type="continuationSeparator" w:id="0">
    <w:p w14:paraId="39B547E1" w14:textId="77777777" w:rsidR="003B61CD" w:rsidRDefault="003B61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B33FF2" w14:textId="77777777" w:rsidR="00001E58" w:rsidRDefault="00001E58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4EA912BC" w14:textId="77777777" w:rsidR="00001E58" w:rsidRDefault="00001E58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6E72C" w14:textId="43D5D7BE" w:rsidR="00001E58" w:rsidRDefault="00001E58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DF5269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2AAF3809" w14:textId="77777777" w:rsidR="00001E58" w:rsidRPr="00001E58" w:rsidRDefault="00001E58" w:rsidP="00116E13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A396A"/>
    <w:multiLevelType w:val="hybridMultilevel"/>
    <w:tmpl w:val="D2A0B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7E6A5F"/>
    <w:multiLevelType w:val="multilevel"/>
    <w:tmpl w:val="DF6A8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0EF00F7"/>
    <w:multiLevelType w:val="multilevel"/>
    <w:tmpl w:val="8ACE73A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E6B29DE"/>
    <w:multiLevelType w:val="multilevel"/>
    <w:tmpl w:val="E48EA10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1CD"/>
    <w:rsid w:val="00001E58"/>
    <w:rsid w:val="00053571"/>
    <w:rsid w:val="00091121"/>
    <w:rsid w:val="000A17B6"/>
    <w:rsid w:val="000E0CFA"/>
    <w:rsid w:val="00116E13"/>
    <w:rsid w:val="00135924"/>
    <w:rsid w:val="001524DB"/>
    <w:rsid w:val="00160E31"/>
    <w:rsid w:val="00174068"/>
    <w:rsid w:val="00193DC6"/>
    <w:rsid w:val="001A0A50"/>
    <w:rsid w:val="001D1C87"/>
    <w:rsid w:val="00215CB7"/>
    <w:rsid w:val="002522FF"/>
    <w:rsid w:val="00257477"/>
    <w:rsid w:val="002F5A22"/>
    <w:rsid w:val="002F5D6E"/>
    <w:rsid w:val="00315825"/>
    <w:rsid w:val="00317045"/>
    <w:rsid w:val="00342061"/>
    <w:rsid w:val="00376724"/>
    <w:rsid w:val="003B61CD"/>
    <w:rsid w:val="003C5EAB"/>
    <w:rsid w:val="004002AC"/>
    <w:rsid w:val="0042126E"/>
    <w:rsid w:val="00466A2D"/>
    <w:rsid w:val="004955EC"/>
    <w:rsid w:val="00495E6D"/>
    <w:rsid w:val="004A7E08"/>
    <w:rsid w:val="00507822"/>
    <w:rsid w:val="00514AF9"/>
    <w:rsid w:val="005346B3"/>
    <w:rsid w:val="005408D0"/>
    <w:rsid w:val="005657EC"/>
    <w:rsid w:val="005A72AD"/>
    <w:rsid w:val="005C78B8"/>
    <w:rsid w:val="005E0AEE"/>
    <w:rsid w:val="0061754F"/>
    <w:rsid w:val="00646A9F"/>
    <w:rsid w:val="006471CF"/>
    <w:rsid w:val="00676208"/>
    <w:rsid w:val="007102FD"/>
    <w:rsid w:val="00710A4D"/>
    <w:rsid w:val="007D6FCF"/>
    <w:rsid w:val="007E1E13"/>
    <w:rsid w:val="00823645"/>
    <w:rsid w:val="00856A95"/>
    <w:rsid w:val="0092305F"/>
    <w:rsid w:val="00937F91"/>
    <w:rsid w:val="0098593A"/>
    <w:rsid w:val="009B7BFD"/>
    <w:rsid w:val="00A06EA2"/>
    <w:rsid w:val="00A222B6"/>
    <w:rsid w:val="00A7198C"/>
    <w:rsid w:val="00AB1925"/>
    <w:rsid w:val="00AC031D"/>
    <w:rsid w:val="00AF5453"/>
    <w:rsid w:val="00BC487D"/>
    <w:rsid w:val="00BD75AE"/>
    <w:rsid w:val="00BF0A63"/>
    <w:rsid w:val="00BF6228"/>
    <w:rsid w:val="00C02389"/>
    <w:rsid w:val="00C03548"/>
    <w:rsid w:val="00C10FA3"/>
    <w:rsid w:val="00C345C9"/>
    <w:rsid w:val="00C40EF4"/>
    <w:rsid w:val="00C4236F"/>
    <w:rsid w:val="00C52D26"/>
    <w:rsid w:val="00C61A06"/>
    <w:rsid w:val="00C762F1"/>
    <w:rsid w:val="00C97FCC"/>
    <w:rsid w:val="00CA4EAC"/>
    <w:rsid w:val="00CD0A8B"/>
    <w:rsid w:val="00CF3E87"/>
    <w:rsid w:val="00D016BF"/>
    <w:rsid w:val="00D73769"/>
    <w:rsid w:val="00DF030D"/>
    <w:rsid w:val="00DF1C9F"/>
    <w:rsid w:val="00DF5269"/>
    <w:rsid w:val="00E1252D"/>
    <w:rsid w:val="00E20C9A"/>
    <w:rsid w:val="00E220E5"/>
    <w:rsid w:val="00E67EB3"/>
    <w:rsid w:val="00E96A4F"/>
    <w:rsid w:val="00EE0A3A"/>
    <w:rsid w:val="00EE7062"/>
    <w:rsid w:val="00EF1282"/>
    <w:rsid w:val="00EF2C43"/>
    <w:rsid w:val="00F8083E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3AE9C9"/>
  <w15:docId w15:val="{57D1CC2C-A0DA-4DEF-BDBB-650C14BB1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jc w:val="both"/>
      <w:outlineLvl w:val="0"/>
    </w:pPr>
    <w:rPr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jc w:val="both"/>
    </w:pPr>
    <w:rPr>
      <w:sz w:val="22"/>
    </w:rPr>
  </w:style>
  <w:style w:type="paragraph" w:styleId="Kehatekst2">
    <w:name w:val="Body Text 2"/>
    <w:basedOn w:val="Normaallaad"/>
    <w:rPr>
      <w:sz w:val="24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Kehatekst3">
    <w:name w:val="Body Text 3"/>
    <w:basedOn w:val="Normaallaad"/>
    <w:pPr>
      <w:jc w:val="both"/>
    </w:pPr>
    <w:rPr>
      <w:sz w:val="24"/>
    </w:rPr>
  </w:style>
  <w:style w:type="paragraph" w:styleId="Pealdis">
    <w:name w:val="caption"/>
    <w:basedOn w:val="Normaallaad"/>
    <w:next w:val="Normaallaad"/>
    <w:qFormat/>
    <w:rsid w:val="00001E58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Jalus">
    <w:name w:val="footer"/>
    <w:basedOn w:val="Normaallaad"/>
    <w:rsid w:val="00001E58"/>
    <w:pPr>
      <w:tabs>
        <w:tab w:val="center" w:pos="4536"/>
        <w:tab w:val="right" w:pos="9072"/>
      </w:tabs>
    </w:pPr>
  </w:style>
  <w:style w:type="table" w:styleId="Kontuurtabel">
    <w:name w:val="Table Grid"/>
    <w:basedOn w:val="Normaaltabel"/>
    <w:uiPriority w:val="59"/>
    <w:rsid w:val="00BC4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semiHidden/>
    <w:unhideWhenUsed/>
    <w:rsid w:val="00CD0A8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semiHidden/>
    <w:rsid w:val="00CD0A8B"/>
    <w:rPr>
      <w:rFonts w:ascii="Tahoma" w:hAnsi="Tahoma" w:cs="Tahoma"/>
      <w:sz w:val="16"/>
      <w:szCs w:val="16"/>
      <w:lang w:eastAsia="en-US"/>
    </w:rPr>
  </w:style>
  <w:style w:type="character" w:styleId="Kommentaariviide">
    <w:name w:val="annotation reference"/>
    <w:basedOn w:val="Liguvaikefont"/>
    <w:semiHidden/>
    <w:unhideWhenUsed/>
    <w:rsid w:val="004002AC"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unhideWhenUsed/>
    <w:rsid w:val="004002AC"/>
  </w:style>
  <w:style w:type="character" w:customStyle="1" w:styleId="KommentaaritekstMrk">
    <w:name w:val="Kommentaari tekst Märk"/>
    <w:basedOn w:val="Liguvaikefont"/>
    <w:link w:val="Kommentaaritekst"/>
    <w:semiHidden/>
    <w:rsid w:val="004002AC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unhideWhenUsed/>
    <w:rsid w:val="004002A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semiHidden/>
    <w:rsid w:val="004002AC"/>
    <w:rPr>
      <w:b/>
      <w:bCs/>
      <w:lang w:eastAsia="en-US"/>
    </w:rPr>
  </w:style>
  <w:style w:type="paragraph" w:customStyle="1" w:styleId="Pealkiri11">
    <w:name w:val="Pealkiri 11"/>
    <w:basedOn w:val="Normaallaad"/>
    <w:rsid w:val="00A222B6"/>
    <w:pPr>
      <w:numPr>
        <w:numId w:val="2"/>
      </w:numPr>
    </w:pPr>
  </w:style>
  <w:style w:type="paragraph" w:customStyle="1" w:styleId="Pealkiri21">
    <w:name w:val="Pealkiri 21"/>
    <w:basedOn w:val="Normaallaad"/>
    <w:rsid w:val="00A222B6"/>
    <w:pPr>
      <w:numPr>
        <w:ilvl w:val="1"/>
        <w:numId w:val="2"/>
      </w:numPr>
    </w:pPr>
  </w:style>
  <w:style w:type="paragraph" w:customStyle="1" w:styleId="Pealkiri31">
    <w:name w:val="Pealkiri 31"/>
    <w:basedOn w:val="Normaallaad"/>
    <w:rsid w:val="00A222B6"/>
    <w:pPr>
      <w:numPr>
        <w:ilvl w:val="2"/>
        <w:numId w:val="2"/>
      </w:numPr>
    </w:pPr>
  </w:style>
  <w:style w:type="paragraph" w:customStyle="1" w:styleId="Pealkiri41">
    <w:name w:val="Pealkiri 41"/>
    <w:basedOn w:val="Normaallaad"/>
    <w:rsid w:val="00A222B6"/>
    <w:pPr>
      <w:numPr>
        <w:ilvl w:val="3"/>
        <w:numId w:val="2"/>
      </w:numPr>
    </w:pPr>
  </w:style>
  <w:style w:type="paragraph" w:customStyle="1" w:styleId="Pealkiri51">
    <w:name w:val="Pealkiri 51"/>
    <w:basedOn w:val="Normaallaad"/>
    <w:rsid w:val="00A222B6"/>
    <w:pPr>
      <w:numPr>
        <w:ilvl w:val="4"/>
        <w:numId w:val="2"/>
      </w:numPr>
    </w:pPr>
  </w:style>
  <w:style w:type="paragraph" w:customStyle="1" w:styleId="Pealkiri61">
    <w:name w:val="Pealkiri 61"/>
    <w:basedOn w:val="Normaallaad"/>
    <w:rsid w:val="00A222B6"/>
    <w:pPr>
      <w:numPr>
        <w:ilvl w:val="5"/>
        <w:numId w:val="2"/>
      </w:numPr>
    </w:pPr>
  </w:style>
  <w:style w:type="paragraph" w:customStyle="1" w:styleId="Pealkiri71">
    <w:name w:val="Pealkiri 71"/>
    <w:basedOn w:val="Normaallaad"/>
    <w:rsid w:val="00A222B6"/>
    <w:pPr>
      <w:numPr>
        <w:ilvl w:val="6"/>
        <w:numId w:val="2"/>
      </w:numPr>
    </w:pPr>
  </w:style>
  <w:style w:type="paragraph" w:customStyle="1" w:styleId="Pealkiri81">
    <w:name w:val="Pealkiri 81"/>
    <w:basedOn w:val="Normaallaad"/>
    <w:rsid w:val="00A222B6"/>
    <w:pPr>
      <w:numPr>
        <w:ilvl w:val="7"/>
        <w:numId w:val="2"/>
      </w:numPr>
    </w:pPr>
  </w:style>
  <w:style w:type="paragraph" w:customStyle="1" w:styleId="Pealkiri91">
    <w:name w:val="Pealkiri 91"/>
    <w:basedOn w:val="Normaallaad"/>
    <w:rsid w:val="00A222B6"/>
    <w:pPr>
      <w:numPr>
        <w:ilvl w:val="8"/>
        <w:numId w:val="2"/>
      </w:numPr>
    </w:pPr>
  </w:style>
  <w:style w:type="paragraph" w:styleId="Loendilik">
    <w:name w:val="List Paragraph"/>
    <w:basedOn w:val="Normaallaad"/>
    <w:uiPriority w:val="34"/>
    <w:qFormat/>
    <w:rsid w:val="00A222B6"/>
    <w:pPr>
      <w:ind w:left="720"/>
      <w:contextualSpacing/>
    </w:pPr>
  </w:style>
  <w:style w:type="character" w:styleId="Hperlink">
    <w:name w:val="Hyperlink"/>
    <w:basedOn w:val="Liguvaikefont"/>
    <w:unhideWhenUsed/>
    <w:rsid w:val="00EF12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ved@rmk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rik.ee/et/e-arveldaja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lbeik\Downloads\m&#252;&#252;gileping%20kus%20rmk%20on%20ostj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B222779A5F941FCB09B83C75B51A1B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F4FA3EF-23FA-4A33-858E-B0A2A5EBF1E7}"/>
      </w:docPartPr>
      <w:docPartBody>
        <w:p w:rsidR="00051566" w:rsidRDefault="00051566">
          <w:pPr>
            <w:pStyle w:val="EB222779A5F941FCB09B83C75B51A1B2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AF5CD0390A084587974AFD763E7AF4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3E41F3A-171C-4020-A34A-D17A91532B7C}"/>
      </w:docPartPr>
      <w:docPartBody>
        <w:p w:rsidR="00051566" w:rsidRDefault="00051566">
          <w:pPr>
            <w:pStyle w:val="AF5CD0390A084587974AFD763E7AF421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4F6FCC7F66664AA19EC10D69B08C241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24613AD-0A46-4635-8CCE-4694CAC92321}"/>
      </w:docPartPr>
      <w:docPartBody>
        <w:p w:rsidR="00051566" w:rsidRDefault="00051566">
          <w:pPr>
            <w:pStyle w:val="4F6FCC7F66664AA19EC10D69B08C241A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3320DC129728444888E8C37EE814A8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471C6D-DD18-48A8-9F1B-0667BA5174ED}"/>
      </w:docPartPr>
      <w:docPartBody>
        <w:p w:rsidR="00051566" w:rsidRDefault="00051566">
          <w:pPr>
            <w:pStyle w:val="3320DC129728444888E8C37EE814A82A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40839D5D37064D31A702969AEE1B961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8E48A7C-E778-42CA-AF57-3308EB503E1C}"/>
      </w:docPartPr>
      <w:docPartBody>
        <w:p w:rsidR="00051566" w:rsidRDefault="00051566">
          <w:pPr>
            <w:pStyle w:val="40839D5D37064D31A702969AEE1B961A"/>
          </w:pPr>
          <w:r>
            <w:rPr>
              <w:rStyle w:val="Kohatitetekst"/>
            </w:rPr>
            <w:t>Choose an item.</w:t>
          </w:r>
        </w:p>
      </w:docPartBody>
    </w:docPart>
    <w:docPart>
      <w:docPartPr>
        <w:name w:val="BDE3232C89FC4660B73F49FB08D0300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871E593-14CC-4797-B800-E0B07E79CCB3}"/>
      </w:docPartPr>
      <w:docPartBody>
        <w:p w:rsidR="00051566" w:rsidRDefault="00051566">
          <w:pPr>
            <w:pStyle w:val="BDE3232C89FC4660B73F49FB08D0300F"/>
          </w:pPr>
          <w:r>
            <w:rPr>
              <w:rStyle w:val="Kohatitetekst"/>
            </w:rPr>
            <w:t>Choose an item.</w:t>
          </w:r>
        </w:p>
      </w:docPartBody>
    </w:docPart>
    <w:docPart>
      <w:docPartPr>
        <w:name w:val="7ADBB6B19A6446C4B214EFFFB9C3245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8D14298-C093-4714-8330-E7C13554BEC0}"/>
      </w:docPartPr>
      <w:docPartBody>
        <w:p w:rsidR="00051566" w:rsidRDefault="00051566">
          <w:pPr>
            <w:pStyle w:val="7ADBB6B19A6446C4B214EFFFB9C3245B"/>
          </w:pPr>
          <w:r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566"/>
    <w:rsid w:val="00051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EB222779A5F941FCB09B83C75B51A1B2">
    <w:name w:val="EB222779A5F941FCB09B83C75B51A1B2"/>
  </w:style>
  <w:style w:type="paragraph" w:customStyle="1" w:styleId="AF5CD0390A084587974AFD763E7AF421">
    <w:name w:val="AF5CD0390A084587974AFD763E7AF421"/>
  </w:style>
  <w:style w:type="paragraph" w:customStyle="1" w:styleId="4F6FCC7F66664AA19EC10D69B08C241A">
    <w:name w:val="4F6FCC7F66664AA19EC10D69B08C241A"/>
  </w:style>
  <w:style w:type="paragraph" w:customStyle="1" w:styleId="3320DC129728444888E8C37EE814A82A">
    <w:name w:val="3320DC129728444888E8C37EE814A82A"/>
  </w:style>
  <w:style w:type="paragraph" w:customStyle="1" w:styleId="40839D5D37064D31A702969AEE1B961A">
    <w:name w:val="40839D5D37064D31A702969AEE1B961A"/>
  </w:style>
  <w:style w:type="paragraph" w:customStyle="1" w:styleId="BDE3232C89FC4660B73F49FB08D0300F">
    <w:name w:val="BDE3232C89FC4660B73F49FB08D0300F"/>
  </w:style>
  <w:style w:type="paragraph" w:customStyle="1" w:styleId="7ADBB6B19A6446C4B214EFFFB9C3245B">
    <w:name w:val="7ADBB6B19A6446C4B214EFFFB9C324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müügileping kus rmk on ostja</Template>
  <TotalTime>1</TotalTime>
  <Pages>2</Pages>
  <Words>632</Words>
  <Characters>3667</Characters>
  <Application>Microsoft Office Word</Application>
  <DocSecurity>0</DocSecurity>
  <Lines>30</Lines>
  <Paragraphs>8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leping</vt:lpstr>
      <vt:lpstr>leping</vt:lpstr>
      <vt:lpstr>leping</vt:lpstr>
    </vt:vector>
  </TitlesOfParts>
  <Company>Nixor AD Ltd.</Company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subject>esme</dc:subject>
  <dc:creator>Helbe Peiker</dc:creator>
  <dc:description>ostu-müügileping kaupadele</dc:description>
  <cp:lastModifiedBy>Helbe Peiker</cp:lastModifiedBy>
  <cp:revision>5</cp:revision>
  <cp:lastPrinted>2003-04-08T06:30:00Z</cp:lastPrinted>
  <dcterms:created xsi:type="dcterms:W3CDTF">2022-11-09T12:06:00Z</dcterms:created>
  <dcterms:modified xsi:type="dcterms:W3CDTF">2022-11-09T12:07:00Z</dcterms:modified>
</cp:coreProperties>
</file>